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7C321D">
        <w:rPr>
          <w:sz w:val="18"/>
          <w:szCs w:val="18"/>
        </w:rPr>
        <w:t>3</w:t>
      </w:r>
    </w:p>
    <w:p w:rsidR="00587FF0" w:rsidRPr="00587FF0" w:rsidRDefault="007C321D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Wykaz wykonanych robót budowlanych</w:t>
      </w:r>
    </w:p>
    <w:p w:rsidR="006F646A" w:rsidRDefault="00A028F7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7C321D" w:rsidRPr="007C321D" w:rsidRDefault="007C321D" w:rsidP="007C321D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>WYKAZ WYKONANYCH ROBÓT BUDOWLANYCH</w:t>
      </w:r>
    </w:p>
    <w:p w:rsidR="007C321D" w:rsidRDefault="007C321D" w:rsidP="007C321D">
      <w:pPr>
        <w:spacing w:line="360" w:lineRule="auto"/>
        <w:jc w:val="both"/>
        <w:rPr>
          <w:sz w:val="24"/>
          <w:szCs w:val="24"/>
        </w:rPr>
      </w:pPr>
    </w:p>
    <w:p w:rsidR="007C321D" w:rsidRPr="007C321D" w:rsidRDefault="007C321D" w:rsidP="007C321D">
      <w:pPr>
        <w:spacing w:line="360" w:lineRule="auto"/>
        <w:ind w:firstLine="709"/>
        <w:jc w:val="both"/>
        <w:rPr>
          <w:sz w:val="24"/>
          <w:szCs w:val="24"/>
        </w:rPr>
      </w:pPr>
      <w:r w:rsidRPr="007C321D">
        <w:rPr>
          <w:sz w:val="24"/>
          <w:szCs w:val="24"/>
        </w:rPr>
        <w:t xml:space="preserve">Przystępując do udziału w postępowaniu o udzielenie zamówienia publicznego na </w:t>
      </w:r>
      <w:r>
        <w:rPr>
          <w:sz w:val="24"/>
          <w:szCs w:val="24"/>
        </w:rPr>
        <w:t xml:space="preserve">zadanie pod nazwą: </w:t>
      </w:r>
      <w:r w:rsidRPr="007C321D">
        <w:rPr>
          <w:b/>
          <w:bCs/>
          <w:i/>
          <w:sz w:val="24"/>
          <w:szCs w:val="24"/>
        </w:rPr>
        <w:t>„</w:t>
      </w:r>
      <w:r>
        <w:rPr>
          <w:b/>
          <w:bCs/>
          <w:i/>
          <w:sz w:val="24"/>
          <w:szCs w:val="24"/>
        </w:rPr>
        <w:t>Budowa centrum sportowo-rekreacyjnego w Nowosielcu</w:t>
      </w:r>
      <w:r w:rsidRPr="007C321D">
        <w:rPr>
          <w:b/>
          <w:bCs/>
          <w:i/>
          <w:sz w:val="24"/>
          <w:szCs w:val="24"/>
        </w:rPr>
        <w:t>”</w:t>
      </w:r>
      <w:r w:rsidRPr="007C321D">
        <w:rPr>
          <w:b/>
          <w:i/>
          <w:sz w:val="24"/>
          <w:szCs w:val="24"/>
        </w:rPr>
        <w:t xml:space="preserve">, </w:t>
      </w:r>
      <w:r w:rsidRPr="007C321D">
        <w:rPr>
          <w:sz w:val="24"/>
          <w:szCs w:val="24"/>
        </w:rPr>
        <w:t>ja, niżej podpisany, reprezentując firmę, której nazwa jest wskazana w nagłówku, jako upoważniony na piśmie lub wpisany w odpowiednich dokumentach rejestrowych, w imieniu reprezentowanej przeze mnie firmy w imieniu reprezentowanej przeze mnie firmy przedstawiam następujące informacje:</w:t>
      </w:r>
    </w:p>
    <w:p w:rsidR="00587FF0" w:rsidRDefault="00587FF0" w:rsidP="00587FF0">
      <w:pPr>
        <w:jc w:val="both"/>
      </w:pPr>
    </w:p>
    <w:tbl>
      <w:tblPr>
        <w:tblW w:w="9608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54"/>
        <w:gridCol w:w="2167"/>
        <w:gridCol w:w="1811"/>
        <w:gridCol w:w="2876"/>
      </w:tblGrid>
      <w:tr w:rsidR="007C321D" w:rsidTr="007C321D">
        <w:trPr>
          <w:cantSplit/>
          <w:trHeight w:val="940"/>
          <w:jc w:val="center"/>
        </w:trPr>
        <w:tc>
          <w:tcPr>
            <w:tcW w:w="27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7C321D" w:rsidRPr="004A0FDD" w:rsidRDefault="007C321D" w:rsidP="006E43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Rodzaj robót</w:t>
            </w:r>
          </w:p>
        </w:tc>
        <w:tc>
          <w:tcPr>
            <w:tcW w:w="216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7C321D" w:rsidRPr="004A0FDD" w:rsidRDefault="007C321D" w:rsidP="006E4322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Całkowita wartość      brutto(zł)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7C321D" w:rsidRPr="004A0FDD" w:rsidRDefault="007C321D" w:rsidP="006E4322">
            <w:pPr>
              <w:snapToGrid w:val="0"/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Data realizacji</w:t>
            </w:r>
          </w:p>
        </w:tc>
        <w:tc>
          <w:tcPr>
            <w:tcW w:w="287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C321D" w:rsidRPr="004A0FDD" w:rsidRDefault="007C321D" w:rsidP="006E4322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Miejsce wykonania</w:t>
            </w:r>
          </w:p>
        </w:tc>
      </w:tr>
      <w:tr w:rsidR="007C321D" w:rsidTr="007C321D">
        <w:trPr>
          <w:cantSplit/>
          <w:trHeight w:val="353"/>
          <w:jc w:val="center"/>
        </w:trPr>
        <w:tc>
          <w:tcPr>
            <w:tcW w:w="2754" w:type="dxa"/>
            <w:tcBorders>
              <w:left w:val="double" w:sz="1" w:space="0" w:color="000000"/>
              <w:bottom w:val="single" w:sz="4" w:space="0" w:color="000000"/>
            </w:tcBorders>
          </w:tcPr>
          <w:p w:rsidR="007C321D" w:rsidRPr="004A0FDD" w:rsidRDefault="007C321D" w:rsidP="006E4322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</w:tcBorders>
          </w:tcPr>
          <w:p w:rsidR="007C321D" w:rsidRPr="004A0FDD" w:rsidRDefault="007C321D" w:rsidP="006E4322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2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7C321D" w:rsidRPr="004A0FDD" w:rsidRDefault="007C321D" w:rsidP="006E4322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3</w:t>
            </w:r>
          </w:p>
        </w:tc>
        <w:tc>
          <w:tcPr>
            <w:tcW w:w="287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C321D" w:rsidRPr="004A0FDD" w:rsidRDefault="007C321D" w:rsidP="006E43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7C321D" w:rsidTr="007C321D">
        <w:trPr>
          <w:cantSplit/>
          <w:trHeight w:val="4379"/>
          <w:jc w:val="center"/>
        </w:trPr>
        <w:tc>
          <w:tcPr>
            <w:tcW w:w="2754" w:type="dxa"/>
            <w:tcBorders>
              <w:left w:val="double" w:sz="1" w:space="0" w:color="000000"/>
              <w:bottom w:val="double" w:sz="1" w:space="0" w:color="000000"/>
            </w:tcBorders>
          </w:tcPr>
          <w:p w:rsidR="007C321D" w:rsidRDefault="007C321D" w:rsidP="006E4322">
            <w:pPr>
              <w:snapToGrid w:val="0"/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7C321D" w:rsidRDefault="007C321D" w:rsidP="006E4322">
            <w:pPr>
              <w:snapToGrid w:val="0"/>
            </w:pPr>
          </w:p>
          <w:p w:rsidR="007C321D" w:rsidRDefault="007C321D" w:rsidP="006E4322"/>
        </w:tc>
        <w:tc>
          <w:tcPr>
            <w:tcW w:w="1811" w:type="dxa"/>
            <w:tcBorders>
              <w:left w:val="single" w:sz="4" w:space="0" w:color="000000"/>
              <w:bottom w:val="double" w:sz="1" w:space="0" w:color="000000"/>
            </w:tcBorders>
          </w:tcPr>
          <w:p w:rsidR="007C321D" w:rsidRDefault="007C321D" w:rsidP="006E4322">
            <w:pPr>
              <w:snapToGrid w:val="0"/>
            </w:pPr>
          </w:p>
        </w:tc>
        <w:tc>
          <w:tcPr>
            <w:tcW w:w="287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C321D" w:rsidRDefault="007C321D" w:rsidP="006E4322">
            <w:pPr>
              <w:snapToGrid w:val="0"/>
            </w:pPr>
          </w:p>
          <w:p w:rsidR="007C321D" w:rsidRDefault="007C321D" w:rsidP="006E4322"/>
        </w:tc>
      </w:tr>
    </w:tbl>
    <w:p w:rsidR="00587FF0" w:rsidRPr="007C321D" w:rsidRDefault="007C321D" w:rsidP="007C321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Uwaga! Załączyć dokumenty potwierdzające, że roboty wyszczególnione wykazie zostały wykonane należycie, zgodnie z zasadami sztuki budowlanej i prawidłowo ukończone.</w:t>
      </w: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87FF0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jc w:val="both"/>
        <w:rPr>
          <w:sz w:val="18"/>
          <w:szCs w:val="18"/>
        </w:rPr>
      </w:pP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sectPr w:rsidR="006F646A" w:rsidRPr="007C321D" w:rsidSect="007C321D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505" w:rsidRDefault="00820505">
      <w:r>
        <w:separator/>
      </w:r>
    </w:p>
  </w:endnote>
  <w:endnote w:type="continuationSeparator" w:id="0">
    <w:p w:rsidR="00820505" w:rsidRDefault="00820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028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Zadanie „Budowa centrum sportowo-rekreacyjnego w Nowosielcu” jest współfinansowan</w:t>
    </w:r>
    <w:r w:rsidR="00464443">
      <w:rPr>
        <w:i/>
        <w:iCs/>
        <w:sz w:val="18"/>
        <w:szCs w:val="18"/>
      </w:rPr>
      <w:t>e</w:t>
    </w:r>
    <w:r>
      <w:rPr>
        <w:i/>
        <w:iCs/>
        <w:sz w:val="18"/>
        <w:szCs w:val="18"/>
      </w:rPr>
      <w:t xml:space="preserve"> ze środków Unii Europejskiej w ramach Programu Rozwoju Obszarów Wiejskich na lata 2007-2013</w:t>
    </w: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028F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028F7" w:rsidRPr="00587FF0">
          <w:rPr>
            <w:b/>
            <w:sz w:val="16"/>
            <w:szCs w:val="16"/>
          </w:rPr>
          <w:fldChar w:fldCharType="separate"/>
        </w:r>
        <w:r w:rsidR="00601A5A">
          <w:rPr>
            <w:b/>
            <w:noProof/>
            <w:sz w:val="16"/>
            <w:szCs w:val="16"/>
          </w:rPr>
          <w:t>1</w:t>
        </w:r>
        <w:r w:rsidR="00A028F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028F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028F7" w:rsidRPr="00587FF0">
          <w:rPr>
            <w:b/>
            <w:sz w:val="16"/>
            <w:szCs w:val="16"/>
          </w:rPr>
          <w:fldChar w:fldCharType="separate"/>
        </w:r>
        <w:r w:rsidR="00601A5A">
          <w:rPr>
            <w:b/>
            <w:noProof/>
            <w:sz w:val="16"/>
            <w:szCs w:val="16"/>
          </w:rPr>
          <w:t>1</w:t>
        </w:r>
        <w:r w:rsidR="00A028F7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028F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028F7">
      <w:rPr>
        <w:rStyle w:val="Numerstrony"/>
      </w:rPr>
      <w:fldChar w:fldCharType="separate"/>
    </w:r>
    <w:r>
      <w:rPr>
        <w:rStyle w:val="Numerstrony"/>
        <w:noProof/>
      </w:rPr>
      <w:t>1</w:t>
    </w:r>
    <w:r w:rsidR="00A028F7">
      <w:rPr>
        <w:rStyle w:val="Numerstrony"/>
      </w:rPr>
      <w:fldChar w:fldCharType="end"/>
    </w:r>
    <w:r>
      <w:rPr>
        <w:rStyle w:val="Numerstrony"/>
      </w:rPr>
      <w:t>/</w:t>
    </w:r>
    <w:r w:rsidR="00A028F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028F7">
      <w:rPr>
        <w:rStyle w:val="Numerstrony"/>
      </w:rPr>
      <w:fldChar w:fldCharType="separate"/>
    </w:r>
    <w:r w:rsidR="00601A5A">
      <w:rPr>
        <w:rStyle w:val="Numerstrony"/>
        <w:noProof/>
      </w:rPr>
      <w:t>1</w:t>
    </w:r>
    <w:r w:rsidR="00A028F7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505" w:rsidRDefault="00820505">
      <w:r>
        <w:separator/>
      </w:r>
    </w:p>
  </w:footnote>
  <w:footnote w:type="continuationSeparator" w:id="0">
    <w:p w:rsidR="00820505" w:rsidRDefault="00820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94" w:type="dxa"/>
      <w:tblInd w:w="2" w:type="dxa"/>
      <w:tblLook w:val="00A0"/>
    </w:tblPr>
    <w:tblGrid>
      <w:gridCol w:w="3164"/>
      <w:gridCol w:w="3165"/>
      <w:gridCol w:w="3165"/>
    </w:tblGrid>
    <w:tr w:rsidR="00587FF0" w:rsidTr="003F577E">
      <w:tc>
        <w:tcPr>
          <w:tcW w:w="3164" w:type="dxa"/>
          <w:vAlign w:val="center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669415" cy="893445"/>
                <wp:effectExtent l="19050" t="0" r="698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91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893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669925" cy="669925"/>
                <wp:effectExtent l="19050" t="19050" r="15875" b="15875"/>
                <wp:docPr id="2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127125" cy="744220"/>
                <wp:effectExtent l="19050" t="0" r="0" b="0"/>
                <wp:docPr id="3" name="Obraz 9" descr="LOGO PROW szarosc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PROW szarosc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744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1408" w:rsidRDefault="003014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70797"/>
    <w:rsid w:val="0007628F"/>
    <w:rsid w:val="000A5EC4"/>
    <w:rsid w:val="00120FA4"/>
    <w:rsid w:val="00212828"/>
    <w:rsid w:val="00233488"/>
    <w:rsid w:val="00271E63"/>
    <w:rsid w:val="002730B2"/>
    <w:rsid w:val="00280712"/>
    <w:rsid w:val="002A7C88"/>
    <w:rsid w:val="00301408"/>
    <w:rsid w:val="00444852"/>
    <w:rsid w:val="00464443"/>
    <w:rsid w:val="00497257"/>
    <w:rsid w:val="004B106F"/>
    <w:rsid w:val="004B4F3F"/>
    <w:rsid w:val="004D3908"/>
    <w:rsid w:val="004F2D10"/>
    <w:rsid w:val="004F650D"/>
    <w:rsid w:val="00534ED9"/>
    <w:rsid w:val="00586A2A"/>
    <w:rsid w:val="00587FF0"/>
    <w:rsid w:val="005A559C"/>
    <w:rsid w:val="005D5E0B"/>
    <w:rsid w:val="00601A5A"/>
    <w:rsid w:val="00616A00"/>
    <w:rsid w:val="00634689"/>
    <w:rsid w:val="00695AE8"/>
    <w:rsid w:val="006A6985"/>
    <w:rsid w:val="006C4100"/>
    <w:rsid w:val="006F646A"/>
    <w:rsid w:val="00713393"/>
    <w:rsid w:val="00781717"/>
    <w:rsid w:val="00782514"/>
    <w:rsid w:val="007C321D"/>
    <w:rsid w:val="007D7B59"/>
    <w:rsid w:val="00820505"/>
    <w:rsid w:val="00882B1D"/>
    <w:rsid w:val="008C6FD5"/>
    <w:rsid w:val="00994CAC"/>
    <w:rsid w:val="009A0497"/>
    <w:rsid w:val="009B1B93"/>
    <w:rsid w:val="00A028F7"/>
    <w:rsid w:val="00A146F3"/>
    <w:rsid w:val="00B120BF"/>
    <w:rsid w:val="00B52793"/>
    <w:rsid w:val="00B57B4F"/>
    <w:rsid w:val="00BF2504"/>
    <w:rsid w:val="00C17AA6"/>
    <w:rsid w:val="00CA3550"/>
    <w:rsid w:val="00CB3539"/>
    <w:rsid w:val="00CD0997"/>
    <w:rsid w:val="00D23A0C"/>
    <w:rsid w:val="00D30B74"/>
    <w:rsid w:val="00D52080"/>
    <w:rsid w:val="00DB0E49"/>
    <w:rsid w:val="00F731C3"/>
    <w:rsid w:val="00FB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23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Gmina i Miasto Nisko</cp:lastModifiedBy>
  <cp:revision>16</cp:revision>
  <cp:lastPrinted>2013-08-19T07:45:00Z</cp:lastPrinted>
  <dcterms:created xsi:type="dcterms:W3CDTF">2013-04-09T09:13:00Z</dcterms:created>
  <dcterms:modified xsi:type="dcterms:W3CDTF">2013-08-19T07:45:00Z</dcterms:modified>
</cp:coreProperties>
</file>